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 w:rsidP="00282E00">
      <w:pPr>
        <w:pStyle w:val="Textdopisu"/>
        <w:rPr>
          <w:sz w:val="18"/>
          <w:szCs w:val="18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1039B2" w:rsidRPr="003D1519" w:rsidTr="001039B2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1039B2" w:rsidRPr="003D1519" w:rsidTr="001039B2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594C71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039B2" w:rsidRPr="003D1519" w:rsidRDefault="001039B2" w:rsidP="00282E00">
            <w:pPr>
              <w:rPr>
                <w:b/>
                <w:bCs/>
              </w:rPr>
            </w:pPr>
          </w:p>
        </w:tc>
      </w:tr>
      <w:tr w:rsidR="001039B2" w:rsidRPr="003D1519" w:rsidTr="00594C71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1039B2" w:rsidRPr="003D1519" w:rsidTr="00594C71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594C7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B20DB" w:rsidRDefault="001039B2" w:rsidP="00282E00">
            <w:pPr>
              <w:jc w:val="center"/>
              <w:rPr>
                <w:b/>
                <w:color w:val="FF0000"/>
                <w:sz w:val="2"/>
              </w:rPr>
            </w:pPr>
          </w:p>
          <w:p w:rsidR="001039B2" w:rsidRPr="0025072A" w:rsidRDefault="00EA7A1C" w:rsidP="00282E00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přírodní zahrada základní škola na výsluní</w:t>
            </w:r>
          </w:p>
        </w:tc>
      </w:tr>
      <w:tr w:rsidR="001039B2" w:rsidRPr="003D1519" w:rsidTr="00594C7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</w:p>
        </w:tc>
      </w:tr>
      <w:tr w:rsidR="001039B2" w:rsidRPr="003D1519" w:rsidTr="00594C71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1039B2" w:rsidRPr="003D1519" w:rsidTr="00594C71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Na Výsluní, okres Uherské Hradiště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1039B2" w:rsidP="00282E00">
            <w:pPr>
              <w:rPr>
                <w:szCs w:val="20"/>
              </w:rPr>
            </w:pPr>
            <w:r w:rsidRPr="001039B2">
              <w:rPr>
                <w:szCs w:val="20"/>
              </w:rPr>
              <w:t>Na Výsluní 2047, 688 01 Uherský Brod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9B16E2" w:rsidRDefault="001039B2" w:rsidP="00282E00">
            <w:pPr>
              <w:rPr>
                <w:szCs w:val="20"/>
              </w:rPr>
            </w:pPr>
            <w:r>
              <w:rPr>
                <w:szCs w:val="20"/>
              </w:rPr>
              <w:t>70932310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EA7A1C" w:rsidP="00282E00">
            <w:pPr>
              <w:rPr>
                <w:szCs w:val="20"/>
              </w:rPr>
            </w:pPr>
            <w:r>
              <w:rPr>
                <w:szCs w:val="20"/>
              </w:rPr>
              <w:t>Ing. Martina Zemánková</w:t>
            </w:r>
            <w:r w:rsidR="001039B2" w:rsidRPr="001039B2">
              <w:rPr>
                <w:szCs w:val="20"/>
              </w:rPr>
              <w:t>, ředitelka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1039B2" w:rsidRDefault="00EA7A1C" w:rsidP="00282E0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Martina Zemánková</w:t>
            </w:r>
            <w:r w:rsidR="001039B2" w:rsidRPr="001039B2">
              <w:rPr>
                <w:szCs w:val="20"/>
              </w:rPr>
              <w:t>, ředitelka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EA7A1C" w:rsidP="00282E00">
            <w:pPr>
              <w:rPr>
                <w:szCs w:val="20"/>
                <w:highlight w:val="yellow"/>
              </w:rPr>
            </w:pPr>
            <w:r w:rsidRPr="00B23887">
              <w:rPr>
                <w:rFonts w:cs="Arial"/>
                <w:szCs w:val="20"/>
              </w:rPr>
              <w:t xml:space="preserve">572 805 500, </w:t>
            </w:r>
            <w:r>
              <w:rPr>
                <w:rFonts w:cs="Arial"/>
                <w:szCs w:val="20"/>
              </w:rPr>
              <w:t>604 917 123</w:t>
            </w:r>
          </w:p>
        </w:tc>
      </w:tr>
      <w:tr w:rsidR="001039B2" w:rsidRPr="003D1519" w:rsidTr="00594C7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bookmarkStart w:id="0" w:name="_GoBack"/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B22FDB" w:rsidRDefault="00EA7A1C" w:rsidP="00282E00">
            <w:pPr>
              <w:pStyle w:val="Zkladntext"/>
              <w:rPr>
                <w:rFonts w:cs="Arial"/>
                <w:sz w:val="20"/>
                <w:szCs w:val="20"/>
              </w:rPr>
            </w:pPr>
            <w:r w:rsidRPr="00B22FDB">
              <w:rPr>
                <w:rStyle w:val="Hypertextovodkaz"/>
                <w:color w:val="auto"/>
                <w:sz w:val="20"/>
                <w:szCs w:val="20"/>
                <w:u w:val="none"/>
              </w:rPr>
              <w:fldChar w:fldCharType="begin"/>
            </w:r>
            <w:r w:rsidRPr="00B22FDB">
              <w:rPr>
                <w:rStyle w:val="Hypertextovodkaz"/>
                <w:color w:val="auto"/>
                <w:sz w:val="20"/>
                <w:szCs w:val="20"/>
                <w:u w:val="none"/>
              </w:rPr>
              <w:instrText xml:space="preserve"> HYPERLINK "mailto:martina.zemankova@zsvysluni.cz" </w:instrText>
            </w:r>
            <w:r w:rsidRPr="00B22FDB">
              <w:rPr>
                <w:rStyle w:val="Hypertextovodkaz"/>
                <w:color w:val="auto"/>
                <w:sz w:val="20"/>
                <w:szCs w:val="20"/>
                <w:u w:val="none"/>
              </w:rPr>
              <w:fldChar w:fldCharType="separate"/>
            </w:r>
            <w:r w:rsidRPr="00B22FDB">
              <w:rPr>
                <w:rStyle w:val="Hypertextovodkaz"/>
                <w:color w:val="auto"/>
                <w:sz w:val="20"/>
                <w:szCs w:val="20"/>
                <w:u w:val="none"/>
              </w:rPr>
              <w:t>martina.zemankova@zsvysluni.cz</w:t>
            </w:r>
            <w:r w:rsidRPr="00B22FDB">
              <w:rPr>
                <w:rStyle w:val="Hypertextovodkaz"/>
                <w:color w:val="auto"/>
                <w:sz w:val="20"/>
                <w:szCs w:val="20"/>
                <w:u w:val="none"/>
              </w:rPr>
              <w:fldChar w:fldCharType="end"/>
            </w:r>
            <w:bookmarkEnd w:id="0"/>
          </w:p>
        </w:tc>
      </w:tr>
      <w:tr w:rsidR="001039B2" w:rsidRPr="003D1519" w:rsidTr="00594C71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noWrap/>
            <w:vAlign w:val="bottom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F03382" w:rsidRDefault="001039B2" w:rsidP="00282E00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Datová schránka: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1039B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594C7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1039B2" w:rsidRPr="003D1519" w:rsidRDefault="001039B2" w:rsidP="00282E00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Default="001039B2" w:rsidP="00282E00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1039B2" w:rsidRPr="003D1519" w:rsidTr="00594C71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noWrap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1039B2" w:rsidRPr="003D1519" w:rsidTr="00594C71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039B2" w:rsidRPr="002D0F22" w:rsidRDefault="001039B2" w:rsidP="00282E00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9B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039B2" w:rsidRPr="00F03382" w:rsidRDefault="001039B2" w:rsidP="00282E00">
            <w:pPr>
              <w:jc w:val="center"/>
            </w:pPr>
          </w:p>
          <w:p w:rsidR="001039B2" w:rsidRPr="00F03382" w:rsidRDefault="001039B2" w:rsidP="00282E00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039B2" w:rsidRPr="003D1519" w:rsidTr="00594C71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99"/>
            <w:noWrap/>
            <w:vAlign w:val="center"/>
          </w:tcPr>
          <w:p w:rsidR="001039B2" w:rsidRPr="003D1519" w:rsidRDefault="001039B2" w:rsidP="00282E00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1039B2" w:rsidRPr="003D1519" w:rsidTr="00594C71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39B2" w:rsidRDefault="001039B2" w:rsidP="00282E00">
            <w:pPr>
              <w:jc w:val="center"/>
              <w:rPr>
                <w:szCs w:val="20"/>
              </w:rPr>
            </w:pPr>
          </w:p>
          <w:p w:rsidR="001039B2" w:rsidRPr="003D1519" w:rsidRDefault="001039B2" w:rsidP="00282E00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039B2" w:rsidRPr="003D1519" w:rsidRDefault="001039B2" w:rsidP="00282E00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1039B2" w:rsidRPr="003D1519" w:rsidTr="00594C7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3D1519" w:rsidRDefault="001039B2" w:rsidP="00282E00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594C71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039B2" w:rsidRPr="003D1519" w:rsidTr="00594C71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1039B2" w:rsidRPr="00153290" w:rsidRDefault="001039B2" w:rsidP="00282E0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39B2" w:rsidRPr="003D1519" w:rsidRDefault="001039B2" w:rsidP="00282E00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E51410" w:rsidRPr="00BF5A6C" w:rsidRDefault="00282E00" w:rsidP="00282E00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9B2" w:rsidRDefault="001039B2">
      <w:r>
        <w:separator/>
      </w:r>
    </w:p>
  </w:endnote>
  <w:endnote w:type="continuationSeparator" w:id="0">
    <w:p w:rsidR="001039B2" w:rsidRDefault="0010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1039B2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282E00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2FD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C16ACC" w:rsidRDefault="001039B2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9B2" w:rsidRDefault="001039B2">
      <w:r>
        <w:separator/>
      </w:r>
    </w:p>
  </w:footnote>
  <w:footnote w:type="continuationSeparator" w:id="0">
    <w:p w:rsidR="001039B2" w:rsidRDefault="00103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1039B2" w:rsidRDefault="001039B2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12F1DF68" wp14:editId="64145D44">
          <wp:extent cx="1000125" cy="723900"/>
          <wp:effectExtent l="0" t="0" r="0" b="0"/>
          <wp:docPr id="1" name="Obrázek 1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00B050"/>
      </w:rPr>
      <w:tab/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rFonts w:cs="Arial"/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2BA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9B2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2EB4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2B9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F96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2E00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5977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B7E64"/>
    <w:rsid w:val="004C0C3A"/>
    <w:rsid w:val="004C15CB"/>
    <w:rsid w:val="004C2A9E"/>
    <w:rsid w:val="004C4738"/>
    <w:rsid w:val="004C4B6C"/>
    <w:rsid w:val="004C51D0"/>
    <w:rsid w:val="004D17CD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0470"/>
    <w:rsid w:val="00592F9D"/>
    <w:rsid w:val="00593411"/>
    <w:rsid w:val="005946DF"/>
    <w:rsid w:val="00594C71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09CA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27848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76F61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5B8D"/>
    <w:rsid w:val="00A240A0"/>
    <w:rsid w:val="00A265F4"/>
    <w:rsid w:val="00A345CF"/>
    <w:rsid w:val="00A34A8F"/>
    <w:rsid w:val="00A354C3"/>
    <w:rsid w:val="00A400BF"/>
    <w:rsid w:val="00A40A2C"/>
    <w:rsid w:val="00A40C22"/>
    <w:rsid w:val="00A41119"/>
    <w:rsid w:val="00A42C90"/>
    <w:rsid w:val="00A45B91"/>
    <w:rsid w:val="00A45E85"/>
    <w:rsid w:val="00A47AB0"/>
    <w:rsid w:val="00A50243"/>
    <w:rsid w:val="00A50709"/>
    <w:rsid w:val="00A513C2"/>
    <w:rsid w:val="00A53C50"/>
    <w:rsid w:val="00A5444B"/>
    <w:rsid w:val="00A546B3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2FDB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3CD1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6ACC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2042"/>
    <w:rsid w:val="00C632FD"/>
    <w:rsid w:val="00C647C5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6A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A7A1C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524"/>
    <w:rsid w:val="00ED461A"/>
    <w:rsid w:val="00ED5F74"/>
    <w:rsid w:val="00ED683B"/>
    <w:rsid w:val="00ED6B6F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E55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8840F0F9-DAE9-4F45-A9E3-8448180F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paragraph" w:customStyle="1" w:styleId="Nzevprojektu">
    <w:name w:val="Název projektu"/>
    <w:basedOn w:val="Normln"/>
    <w:rsid w:val="001039B2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locked/>
    <w:rsid w:val="001039B2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039B2"/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C76A-0EB9-43CD-9511-763B58BEE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973DF953</Template>
  <TotalTime>22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1835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12</cp:revision>
  <cp:lastPrinted>2025-06-03T06:44:00Z</cp:lastPrinted>
  <dcterms:created xsi:type="dcterms:W3CDTF">2020-09-11T07:34:00Z</dcterms:created>
  <dcterms:modified xsi:type="dcterms:W3CDTF">2025-06-03T06:44:00Z</dcterms:modified>
</cp:coreProperties>
</file>